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AF6" w:rsidRPr="000A28E7" w:rsidRDefault="00E27AF6" w:rsidP="000A28E7">
      <w:pPr>
        <w:jc w:val="center"/>
        <w:rPr>
          <w:rFonts w:ascii="Blackadder ITC" w:hAnsi="Blackadder ITC"/>
          <w:sz w:val="40"/>
          <w:szCs w:val="40"/>
        </w:rPr>
      </w:pPr>
      <w:r w:rsidRPr="000A28E7">
        <w:rPr>
          <w:rFonts w:ascii="Blackadder ITC" w:hAnsi="Blackadder ITC"/>
          <w:sz w:val="40"/>
          <w:szCs w:val="40"/>
        </w:rPr>
        <w:t>Ab</w:t>
      </w:r>
      <w:r w:rsidR="000A28E7" w:rsidRPr="000A28E7">
        <w:rPr>
          <w:rFonts w:ascii="Blackadder ITC" w:hAnsi="Blackadder ITC"/>
          <w:sz w:val="40"/>
          <w:szCs w:val="40"/>
        </w:rPr>
        <w:t>se</w:t>
      </w:r>
      <w:r w:rsidRPr="000A28E7">
        <w:rPr>
          <w:rFonts w:ascii="Blackadder ITC" w:hAnsi="Blackadder ITC"/>
          <w:sz w:val="40"/>
          <w:szCs w:val="40"/>
        </w:rPr>
        <w:t>iling moment in time</w:t>
      </w:r>
    </w:p>
    <w:p w:rsidR="00706F05" w:rsidRPr="000A28E7" w:rsidRDefault="000A28E7">
      <w:pPr>
        <w:rPr>
          <w:rFonts w:ascii="Blackadder ITC" w:hAnsi="Blackadder ITC"/>
          <w:sz w:val="40"/>
          <w:szCs w:val="40"/>
        </w:rPr>
      </w:pPr>
      <w:r w:rsidRPr="000A28E7">
        <w:rPr>
          <w:rFonts w:ascii="Blackadder ITC" w:hAnsi="Blackadder ITC"/>
          <w:sz w:val="40"/>
          <w:szCs w:val="40"/>
        </w:rPr>
        <w:t>Today was the day I went abse</w:t>
      </w:r>
      <w:r w:rsidR="00706F05" w:rsidRPr="000A28E7">
        <w:rPr>
          <w:rFonts w:ascii="Blackadder ITC" w:hAnsi="Blackadder ITC"/>
          <w:sz w:val="40"/>
          <w:szCs w:val="40"/>
        </w:rPr>
        <w:t xml:space="preserve">iling. I was nerves but happy and careful as I was getting on my harness. I got a funny feeling in my tummy it was sore as it ticked me it made me all nerves. That was </w:t>
      </w:r>
      <w:r w:rsidR="00C36864" w:rsidRPr="000A28E7">
        <w:rPr>
          <w:rFonts w:ascii="Blackadder ITC" w:hAnsi="Blackadder ITC"/>
          <w:sz w:val="40"/>
          <w:szCs w:val="40"/>
        </w:rPr>
        <w:t>butterflies</w:t>
      </w:r>
      <w:r w:rsidR="00706F05" w:rsidRPr="000A28E7">
        <w:rPr>
          <w:rFonts w:ascii="Blackadder ITC" w:hAnsi="Blackadder ITC"/>
          <w:sz w:val="40"/>
          <w:szCs w:val="40"/>
        </w:rPr>
        <w:t>, as I walked up to the top of the wall I tried</w:t>
      </w:r>
      <w:r w:rsidR="00C36864" w:rsidRPr="000A28E7">
        <w:rPr>
          <w:rFonts w:ascii="Blackadder ITC" w:hAnsi="Blackadder ITC"/>
          <w:sz w:val="40"/>
          <w:szCs w:val="40"/>
        </w:rPr>
        <w:t xml:space="preserve"> not to look down. I got the shivers, I got prickly goose they were as hard as rock, the wall was as high as a cliff. I made shore I didn’t fall in as I sat down mike called the first person it was a boy named Tom. Everyone was cheering as lowed as a storm of horses. Mike said do not be nerves I am holding a rope that is strapped on to you. He was going down the wall in very small steps</w:t>
      </w:r>
      <w:r w:rsidR="002130EE" w:rsidRPr="000A28E7">
        <w:rPr>
          <w:rFonts w:ascii="Blackadder ITC" w:hAnsi="Blackadder ITC"/>
          <w:sz w:val="40"/>
          <w:szCs w:val="40"/>
        </w:rPr>
        <w:t xml:space="preserve">. Mike was wearing a red top with dark blue shorts and a big label saying CAMP MERK as the boy lowed himself  to a 45 degree angle he took a another step he was already at the ground. He made a huge fuss he screamed “it was fun” </w:t>
      </w:r>
      <w:r w:rsidR="008007AF" w:rsidRPr="000A28E7">
        <w:rPr>
          <w:rFonts w:ascii="Blackadder ITC" w:hAnsi="Blackadder ITC"/>
          <w:sz w:val="40"/>
          <w:szCs w:val="40"/>
        </w:rPr>
        <w:t xml:space="preserve">mike called the next person it was me Maria </w:t>
      </w:r>
      <w:proofErr w:type="spellStart"/>
      <w:r w:rsidR="008007AF" w:rsidRPr="000A28E7">
        <w:rPr>
          <w:rFonts w:ascii="Blackadder ITC" w:hAnsi="Blackadder ITC"/>
          <w:sz w:val="40"/>
          <w:szCs w:val="40"/>
        </w:rPr>
        <w:t>Upston</w:t>
      </w:r>
      <w:proofErr w:type="spellEnd"/>
      <w:r w:rsidR="008007AF" w:rsidRPr="000A28E7">
        <w:rPr>
          <w:rFonts w:ascii="Blackadder ITC" w:hAnsi="Blackadder ITC"/>
          <w:sz w:val="40"/>
          <w:szCs w:val="40"/>
        </w:rPr>
        <w:t xml:space="preserve"> he clipped a purple clip on my </w:t>
      </w:r>
      <w:bookmarkStart w:id="0" w:name="_GoBack"/>
      <w:bookmarkEnd w:id="0"/>
      <w:r w:rsidR="008007AF" w:rsidRPr="000A28E7">
        <w:rPr>
          <w:rFonts w:ascii="Blackadder ITC" w:hAnsi="Blackadder ITC"/>
          <w:sz w:val="40"/>
          <w:szCs w:val="40"/>
        </w:rPr>
        <w:t>belt and then the replaced it with a clip that clipped to me.</w:t>
      </w:r>
      <w:r w:rsidR="00E27AF6" w:rsidRPr="000A28E7">
        <w:rPr>
          <w:rFonts w:ascii="Blackadder ITC" w:hAnsi="Blackadder ITC"/>
          <w:sz w:val="40"/>
          <w:szCs w:val="40"/>
        </w:rPr>
        <w:t xml:space="preserve"> He put on my Hemet it was a wearied Hemet it didn’t clip in it pushed in Mike said tack a small step so I did I got the hang of it sliding it through the ape note. I looked up to see if I am seared of this I will be really scared on tree climbing be for I knew it I was at the ground I faced my fears.    </w:t>
      </w:r>
    </w:p>
    <w:p w:rsidR="00E27AF6" w:rsidRPr="000A28E7" w:rsidRDefault="00E27AF6" w:rsidP="00E27AF6">
      <w:pPr>
        <w:jc w:val="center"/>
        <w:rPr>
          <w:rFonts w:ascii="Blackadder ITC" w:hAnsi="Blackadder ITC"/>
          <w:sz w:val="40"/>
          <w:szCs w:val="40"/>
        </w:rPr>
      </w:pPr>
      <w:r w:rsidRPr="000A28E7">
        <w:rPr>
          <w:rFonts w:ascii="Blackadder ITC" w:hAnsi="Blackadder ITC"/>
          <w:sz w:val="40"/>
          <w:szCs w:val="40"/>
        </w:rPr>
        <w:t xml:space="preserve">By Maria </w:t>
      </w:r>
      <w:proofErr w:type="spellStart"/>
      <w:r w:rsidRPr="000A28E7">
        <w:rPr>
          <w:rFonts w:ascii="Blackadder ITC" w:hAnsi="Blackadder ITC"/>
          <w:sz w:val="40"/>
          <w:szCs w:val="40"/>
        </w:rPr>
        <w:t>Upston</w:t>
      </w:r>
      <w:proofErr w:type="spellEnd"/>
    </w:p>
    <w:sectPr w:rsidR="00E27AF6" w:rsidRPr="000A28E7" w:rsidSect="000A28E7">
      <w:pgSz w:w="11906" w:h="16838"/>
      <w:pgMar w:top="1440" w:right="1440" w:bottom="1440" w:left="1440" w:header="708" w:footer="708" w:gutter="0"/>
      <w:pgBorders w:offsetFrom="page">
        <w:top w:val="flowersRoses" w:sz="31" w:space="24" w:color="auto"/>
        <w:left w:val="flowersRoses" w:sz="31" w:space="24" w:color="auto"/>
        <w:bottom w:val="flowersRoses" w:sz="31" w:space="24" w:color="auto"/>
        <w:right w:val="flowersRose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149"/>
    <w:rsid w:val="000A28E7"/>
    <w:rsid w:val="001655F7"/>
    <w:rsid w:val="002130EE"/>
    <w:rsid w:val="00706F05"/>
    <w:rsid w:val="008007AF"/>
    <w:rsid w:val="00C36864"/>
    <w:rsid w:val="00D23149"/>
    <w:rsid w:val="00E2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ACF8E51E</Template>
  <TotalTime>47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4</cp:revision>
  <cp:lastPrinted>2012-03-25T22:24:00Z</cp:lastPrinted>
  <dcterms:created xsi:type="dcterms:W3CDTF">2012-03-19T23:14:00Z</dcterms:created>
  <dcterms:modified xsi:type="dcterms:W3CDTF">2012-03-25T22:25:00Z</dcterms:modified>
</cp:coreProperties>
</file>